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2189C" w14:textId="69E6E745" w:rsidR="009214B2" w:rsidRPr="00DD728D" w:rsidRDefault="009214B2" w:rsidP="009214B2">
      <w:pPr>
        <w:jc w:val="right"/>
        <w:rPr>
          <w:rFonts w:cstheme="minorHAnsi"/>
        </w:rPr>
      </w:pPr>
      <w:r w:rsidRPr="00DD728D">
        <w:rPr>
          <w:rFonts w:cstheme="minorHAnsi"/>
        </w:rPr>
        <w:t>Załącznik nr 8</w:t>
      </w:r>
      <w:r w:rsidRPr="00DD728D">
        <w:rPr>
          <w:rFonts w:cstheme="minorHAnsi"/>
        </w:rPr>
        <w:br/>
        <w:t>do regulamin rekrutacji i uczestnictwa w projekcie</w:t>
      </w:r>
    </w:p>
    <w:p w14:paraId="1120779F" w14:textId="77777777" w:rsidR="00836AC0" w:rsidRPr="00DD728D" w:rsidRDefault="00836AC0">
      <w:pPr>
        <w:rPr>
          <w:rFonts w:cstheme="minorHAnsi"/>
        </w:rPr>
      </w:pPr>
    </w:p>
    <w:p w14:paraId="467975E7" w14:textId="66E23145" w:rsidR="009214B2" w:rsidRPr="00DD728D" w:rsidRDefault="009214B2" w:rsidP="009214B2">
      <w:pPr>
        <w:jc w:val="center"/>
        <w:rPr>
          <w:rStyle w:val="Odwoanieintensywne"/>
          <w:rFonts w:cstheme="minorHAnsi"/>
          <w:sz w:val="28"/>
          <w:szCs w:val="28"/>
        </w:rPr>
      </w:pPr>
      <w:r w:rsidRPr="00DD728D">
        <w:rPr>
          <w:rStyle w:val="Odwoanieintensywne"/>
          <w:rFonts w:cstheme="minorHAnsi"/>
          <w:sz w:val="28"/>
          <w:szCs w:val="28"/>
        </w:rPr>
        <w:t>Wykaz szkoleń podnoszących kwalifikacje nauczycieli w ramach projektu „Akademia Zdolnych Uczniów w Gminie Międzyrzecz”</w:t>
      </w:r>
    </w:p>
    <w:p w14:paraId="1CB3C1D2" w14:textId="6C3A4381" w:rsidR="009214B2" w:rsidRPr="00DD728D" w:rsidRDefault="00247449" w:rsidP="00247449">
      <w:pPr>
        <w:pStyle w:val="Akapitzlist"/>
        <w:numPr>
          <w:ilvl w:val="0"/>
          <w:numId w:val="1"/>
        </w:numPr>
        <w:rPr>
          <w:rStyle w:val="Odwoaniedelikatne"/>
          <w:rFonts w:cstheme="minorHAnsi"/>
        </w:rPr>
      </w:pPr>
      <w:r w:rsidRPr="00DD728D">
        <w:rPr>
          <w:rStyle w:val="Odwoaniedelikatne"/>
          <w:rFonts w:cstheme="minorHAnsi"/>
        </w:rPr>
        <w:t>Szkoła Podstawowa nr 1 z Oddziałami Sportowymi im. Ireny Szewińskiej w Międzyrzeczu.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71"/>
        <w:gridCol w:w="2291"/>
      </w:tblGrid>
      <w:tr w:rsidR="00131344" w:rsidRPr="00DD728D" w14:paraId="3A34869A" w14:textId="77777777" w:rsidTr="00CA3B11">
        <w:tc>
          <w:tcPr>
            <w:tcW w:w="6771" w:type="dxa"/>
          </w:tcPr>
          <w:p w14:paraId="4B238FF3" w14:textId="77777777" w:rsidR="00131344" w:rsidRPr="00DD728D" w:rsidRDefault="00131344" w:rsidP="00CA3B11">
            <w:pPr>
              <w:jc w:val="center"/>
              <w:rPr>
                <w:rFonts w:cstheme="minorHAnsi"/>
                <w:b/>
              </w:rPr>
            </w:pPr>
            <w:r w:rsidRPr="00DD728D">
              <w:rPr>
                <w:rFonts w:cstheme="minorHAnsi"/>
                <w:b/>
              </w:rPr>
              <w:t>NAZWA KURSU/SZKOLENIA/WARSZTATÓW</w:t>
            </w:r>
          </w:p>
        </w:tc>
        <w:tc>
          <w:tcPr>
            <w:tcW w:w="2291" w:type="dxa"/>
          </w:tcPr>
          <w:p w14:paraId="2E562775" w14:textId="5B540811" w:rsidR="00131344" w:rsidRPr="00DD728D" w:rsidRDefault="004178A5" w:rsidP="00CA3B1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ZAZNACZ PREFEROWANĄ FORMĘ</w:t>
            </w:r>
          </w:p>
        </w:tc>
      </w:tr>
      <w:tr w:rsidR="00EC0743" w:rsidRPr="00DD728D" w14:paraId="7E548C11" w14:textId="77777777" w:rsidTr="00CA3B11">
        <w:tc>
          <w:tcPr>
            <w:tcW w:w="6771" w:type="dxa"/>
          </w:tcPr>
          <w:p w14:paraId="0C1C8649" w14:textId="2FB97410" w:rsidR="00EC0743" w:rsidRPr="00DD728D" w:rsidRDefault="004178A5" w:rsidP="00EC0743">
            <w:pPr>
              <w:rPr>
                <w:rFonts w:cstheme="minorHAnsi"/>
              </w:rPr>
            </w:pPr>
            <w:r w:rsidRPr="00FA0638">
              <w:t>Instytut Zwinnej Edukacji - EFEKTYWNA LEKCJA - SKUTECZNE METODY jak pracować wg zasady 20/80</w:t>
            </w:r>
          </w:p>
        </w:tc>
        <w:sdt>
          <w:sdtPr>
            <w:rPr>
              <w:rFonts w:cstheme="minorHAnsi"/>
              <w:sz w:val="40"/>
              <w:szCs w:val="40"/>
            </w:rPr>
            <w:id w:val="1773821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3D5844CF" w14:textId="73841832" w:rsidR="00EC0743" w:rsidRPr="00DD728D" w:rsidRDefault="004178A5" w:rsidP="00EC0743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DD728D" w14:paraId="117868F4" w14:textId="77777777" w:rsidTr="00CA3B11">
        <w:tc>
          <w:tcPr>
            <w:tcW w:w="6771" w:type="dxa"/>
          </w:tcPr>
          <w:p w14:paraId="066BDB35" w14:textId="2FFA5F2C" w:rsidR="004178A5" w:rsidRPr="00DD728D" w:rsidRDefault="004178A5" w:rsidP="004178A5">
            <w:pPr>
              <w:rPr>
                <w:rFonts w:cstheme="minorHAnsi"/>
              </w:rPr>
            </w:pPr>
            <w:r w:rsidRPr="00FA0638">
              <w:t>A-Z Centrum Rozwoju Edukacji - Praca z dziećmi z ukrytymi dysfunkcjami</w:t>
            </w:r>
          </w:p>
        </w:tc>
        <w:sdt>
          <w:sdtPr>
            <w:rPr>
              <w:rFonts w:cstheme="minorHAnsi"/>
              <w:sz w:val="40"/>
              <w:szCs w:val="40"/>
            </w:rPr>
            <w:id w:val="-1837527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72C52DBC" w14:textId="6C392BEF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CA0A34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DD728D" w14:paraId="66CA92F4" w14:textId="77777777" w:rsidTr="00CA3B11">
        <w:tc>
          <w:tcPr>
            <w:tcW w:w="6771" w:type="dxa"/>
          </w:tcPr>
          <w:p w14:paraId="02CE91A4" w14:textId="0D4FF595" w:rsidR="004178A5" w:rsidRPr="00DD728D" w:rsidRDefault="004178A5" w:rsidP="004178A5">
            <w:pPr>
              <w:rPr>
                <w:rFonts w:cstheme="minorHAnsi"/>
              </w:rPr>
            </w:pPr>
            <w:r w:rsidRPr="00FA0638">
              <w:t>A-Z Centrum Rozwoju Edukacji - Diagnozowanie niepowodzeń szkolnych uczniów</w:t>
            </w:r>
          </w:p>
        </w:tc>
        <w:sdt>
          <w:sdtPr>
            <w:rPr>
              <w:rFonts w:cstheme="minorHAnsi"/>
              <w:sz w:val="40"/>
              <w:szCs w:val="40"/>
            </w:rPr>
            <w:id w:val="-487703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49B6042A" w14:textId="299A94CF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CA0A34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DD728D" w14:paraId="67E2F08B" w14:textId="77777777" w:rsidTr="00CA3B11">
        <w:tc>
          <w:tcPr>
            <w:tcW w:w="6771" w:type="dxa"/>
          </w:tcPr>
          <w:p w14:paraId="0BA88071" w14:textId="6D857F1B" w:rsidR="004178A5" w:rsidRPr="00DD728D" w:rsidRDefault="004178A5" w:rsidP="004178A5">
            <w:pPr>
              <w:rPr>
                <w:rFonts w:cstheme="minorHAnsi"/>
              </w:rPr>
            </w:pPr>
            <w:r w:rsidRPr="00130C76">
              <w:t xml:space="preserve">Ocena </w:t>
            </w:r>
            <w:r w:rsidR="009B58FC">
              <w:t>u</w:t>
            </w:r>
            <w:r w:rsidRPr="00130C76">
              <w:t xml:space="preserve">stalana </w:t>
            </w:r>
            <w:r w:rsidR="009B58FC">
              <w:t>z</w:t>
            </w:r>
            <w:r w:rsidRPr="00130C76">
              <w:t xml:space="preserve"> </w:t>
            </w:r>
            <w:r w:rsidR="009B58FC">
              <w:t>u</w:t>
            </w:r>
            <w:r w:rsidRPr="00130C76">
              <w:t>czniem -</w:t>
            </w:r>
            <w:r w:rsidR="009B58FC">
              <w:t>s</w:t>
            </w:r>
            <w:r w:rsidRPr="00130C76">
              <w:t xml:space="preserve">esje </w:t>
            </w:r>
            <w:r w:rsidR="009B58FC">
              <w:t>t</w:t>
            </w:r>
            <w:r w:rsidRPr="00130C76">
              <w:t xml:space="preserve">rójstronne </w:t>
            </w:r>
            <w:r w:rsidR="003B0E08">
              <w:t>i</w:t>
            </w:r>
            <w:r w:rsidRPr="00130C76">
              <w:t xml:space="preserve"> </w:t>
            </w:r>
            <w:r w:rsidR="009B58FC">
              <w:t>u</w:t>
            </w:r>
            <w:r w:rsidRPr="00130C76">
              <w:t xml:space="preserve">stalanie </w:t>
            </w:r>
            <w:r w:rsidR="009B58FC">
              <w:t>o</w:t>
            </w:r>
            <w:r w:rsidRPr="00130C76">
              <w:t xml:space="preserve">ceny </w:t>
            </w:r>
            <w:proofErr w:type="spellStart"/>
            <w:r w:rsidR="009B58FC">
              <w:t>k</w:t>
            </w:r>
            <w:r w:rsidRPr="00130C76">
              <w:t>ońcoworocznej</w:t>
            </w:r>
            <w:proofErr w:type="spellEnd"/>
          </w:p>
        </w:tc>
        <w:sdt>
          <w:sdtPr>
            <w:rPr>
              <w:rFonts w:cstheme="minorHAnsi"/>
              <w:sz w:val="40"/>
              <w:szCs w:val="40"/>
            </w:rPr>
            <w:id w:val="141914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5A541CD5" w14:textId="7C439F23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CA0A34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77F02708" w14:textId="77777777" w:rsidR="00131344" w:rsidRPr="00DD728D" w:rsidRDefault="00131344">
      <w:pPr>
        <w:rPr>
          <w:rFonts w:cstheme="minorHAnsi"/>
        </w:rPr>
      </w:pPr>
    </w:p>
    <w:p w14:paraId="134F5447" w14:textId="1012C685" w:rsidR="00247449" w:rsidRPr="00DD728D" w:rsidRDefault="00247449" w:rsidP="00247449">
      <w:pPr>
        <w:pStyle w:val="Akapitzlist"/>
        <w:numPr>
          <w:ilvl w:val="0"/>
          <w:numId w:val="1"/>
        </w:numPr>
        <w:rPr>
          <w:rStyle w:val="Odwoaniedelikatne"/>
          <w:rFonts w:cstheme="minorHAnsi"/>
        </w:rPr>
      </w:pPr>
      <w:r w:rsidRPr="00DD728D">
        <w:rPr>
          <w:rStyle w:val="Odwoaniedelikatne"/>
          <w:rFonts w:cstheme="minorHAnsi"/>
        </w:rPr>
        <w:t>Szkoła Podstawowa nr 2 im. Szarych Szeregów w Międzyrzeczu.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71"/>
        <w:gridCol w:w="2291"/>
      </w:tblGrid>
      <w:tr w:rsidR="00247449" w:rsidRPr="00DD728D" w14:paraId="57080743" w14:textId="77777777" w:rsidTr="00CA3B11">
        <w:tc>
          <w:tcPr>
            <w:tcW w:w="6771" w:type="dxa"/>
          </w:tcPr>
          <w:p w14:paraId="71C369F7" w14:textId="77777777" w:rsidR="00247449" w:rsidRPr="00DD728D" w:rsidRDefault="00247449" w:rsidP="00CA3B11">
            <w:pPr>
              <w:jc w:val="center"/>
              <w:rPr>
                <w:rFonts w:cstheme="minorHAnsi"/>
                <w:b/>
              </w:rPr>
            </w:pPr>
            <w:r w:rsidRPr="00DD728D">
              <w:rPr>
                <w:rFonts w:cstheme="minorHAnsi"/>
                <w:b/>
              </w:rPr>
              <w:t>NAZWA KURSU/SZKOLENIA/WARSZTATÓW</w:t>
            </w:r>
          </w:p>
        </w:tc>
        <w:tc>
          <w:tcPr>
            <w:tcW w:w="2291" w:type="dxa"/>
          </w:tcPr>
          <w:p w14:paraId="70C52ACE" w14:textId="5401BC76" w:rsidR="00247449" w:rsidRPr="00DD728D" w:rsidRDefault="004178A5" w:rsidP="00CA3B1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ZAZNACZ PREFEROWANĄ FORMĘ</w:t>
            </w:r>
          </w:p>
        </w:tc>
      </w:tr>
      <w:tr w:rsidR="004178A5" w:rsidRPr="00DD728D" w14:paraId="161E54F0" w14:textId="77777777" w:rsidTr="00CA3B11">
        <w:tc>
          <w:tcPr>
            <w:tcW w:w="6771" w:type="dxa"/>
          </w:tcPr>
          <w:p w14:paraId="6A0B7ADE" w14:textId="3D65C453" w:rsidR="004178A5" w:rsidRPr="00DD728D" w:rsidRDefault="004178A5" w:rsidP="004178A5">
            <w:pPr>
              <w:rPr>
                <w:rFonts w:cstheme="minorHAnsi"/>
              </w:rPr>
            </w:pPr>
            <w:r w:rsidRPr="00DD728D">
              <w:rPr>
                <w:rFonts w:cstheme="minorHAnsi"/>
              </w:rPr>
              <w:t>Edukacja dziecka zdolnego</w:t>
            </w:r>
            <w:r>
              <w:rPr>
                <w:rFonts w:cstheme="minorHAnsi"/>
              </w:rPr>
              <w:t xml:space="preserve"> (studia podyplomowe)</w:t>
            </w:r>
          </w:p>
        </w:tc>
        <w:sdt>
          <w:sdtPr>
            <w:rPr>
              <w:rFonts w:cstheme="minorHAnsi"/>
              <w:sz w:val="40"/>
              <w:szCs w:val="40"/>
            </w:rPr>
            <w:id w:val="-1191529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55757535" w14:textId="17EAEE5A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DD728D" w14:paraId="04BA3C49" w14:textId="77777777" w:rsidTr="00CA3B11">
        <w:tc>
          <w:tcPr>
            <w:tcW w:w="6771" w:type="dxa"/>
          </w:tcPr>
          <w:p w14:paraId="18B6AA8A" w14:textId="1D890E2C" w:rsidR="004178A5" w:rsidRPr="00DD728D" w:rsidRDefault="004178A5" w:rsidP="004178A5">
            <w:pPr>
              <w:rPr>
                <w:rFonts w:cstheme="minorHAnsi"/>
              </w:rPr>
            </w:pPr>
            <w:r w:rsidRPr="00DD728D">
              <w:rPr>
                <w:rFonts w:cstheme="minorHAnsi"/>
              </w:rPr>
              <w:t>Edukacja muzyczna i techniczna (studia podyplomowe)</w:t>
            </w:r>
          </w:p>
        </w:tc>
        <w:sdt>
          <w:sdtPr>
            <w:rPr>
              <w:rFonts w:cstheme="minorHAnsi"/>
              <w:sz w:val="40"/>
              <w:szCs w:val="40"/>
            </w:rPr>
            <w:id w:val="-218745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32B92B2D" w14:textId="32A5E759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9216DC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DD728D" w14:paraId="2C92CB24" w14:textId="77777777" w:rsidTr="00CA3B11">
        <w:tc>
          <w:tcPr>
            <w:tcW w:w="6771" w:type="dxa"/>
          </w:tcPr>
          <w:p w14:paraId="75C95565" w14:textId="45D18E5C" w:rsidR="004178A5" w:rsidRPr="00DD728D" w:rsidRDefault="004178A5" w:rsidP="004178A5">
            <w:pPr>
              <w:rPr>
                <w:rFonts w:cstheme="minorHAnsi"/>
              </w:rPr>
            </w:pPr>
            <w:r w:rsidRPr="00DD728D">
              <w:rPr>
                <w:rFonts w:cstheme="minorHAnsi"/>
              </w:rPr>
              <w:t xml:space="preserve">Certyfikowane Szkolenie </w:t>
            </w:r>
            <w:proofErr w:type="spellStart"/>
            <w:r w:rsidRPr="00DD728D">
              <w:rPr>
                <w:rFonts w:cstheme="minorHAnsi"/>
              </w:rPr>
              <w:t>Biofeedback</w:t>
            </w:r>
            <w:proofErr w:type="spellEnd"/>
            <w:r w:rsidRPr="00DD728D">
              <w:rPr>
                <w:rFonts w:cstheme="minorHAnsi"/>
              </w:rPr>
              <w:t xml:space="preserve"> 1 stopnia</w:t>
            </w:r>
            <w:r>
              <w:rPr>
                <w:rFonts w:cstheme="minorHAnsi"/>
              </w:rPr>
              <w:t xml:space="preserve"> i </w:t>
            </w:r>
            <w:r w:rsidRPr="00DD728D">
              <w:rPr>
                <w:rFonts w:cstheme="minorHAnsi"/>
              </w:rPr>
              <w:t>2 stopnia</w:t>
            </w:r>
          </w:p>
        </w:tc>
        <w:sdt>
          <w:sdtPr>
            <w:rPr>
              <w:rFonts w:cstheme="minorHAnsi"/>
              <w:sz w:val="40"/>
              <w:szCs w:val="40"/>
            </w:rPr>
            <w:id w:val="-659003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47DE0C83" w14:textId="72351A7B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9216DC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DD728D" w14:paraId="3AB95F34" w14:textId="77777777" w:rsidTr="00CA3B11">
        <w:tc>
          <w:tcPr>
            <w:tcW w:w="6771" w:type="dxa"/>
          </w:tcPr>
          <w:p w14:paraId="3969C3D3" w14:textId="19CAE328" w:rsidR="004178A5" w:rsidRPr="00DD728D" w:rsidRDefault="004178A5" w:rsidP="004178A5">
            <w:pPr>
              <w:rPr>
                <w:rFonts w:cstheme="minorHAnsi"/>
              </w:rPr>
            </w:pPr>
            <w:r>
              <w:rPr>
                <w:rFonts w:cstheme="minorHAnsi"/>
              </w:rPr>
              <w:t>Pełna moc możliwości</w:t>
            </w:r>
          </w:p>
        </w:tc>
        <w:sdt>
          <w:sdtPr>
            <w:rPr>
              <w:rFonts w:cstheme="minorHAnsi"/>
              <w:sz w:val="40"/>
              <w:szCs w:val="40"/>
            </w:rPr>
            <w:id w:val="-988946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298A53B0" w14:textId="668CE046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9216DC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DD728D" w14:paraId="20F63D99" w14:textId="77777777" w:rsidTr="00CA3B11">
        <w:tc>
          <w:tcPr>
            <w:tcW w:w="6771" w:type="dxa"/>
          </w:tcPr>
          <w:p w14:paraId="4E12A6D9" w14:textId="470CA259" w:rsidR="004178A5" w:rsidRDefault="004178A5" w:rsidP="004178A5">
            <w:pPr>
              <w:rPr>
                <w:rFonts w:cstheme="minorHAnsi"/>
              </w:rPr>
            </w:pPr>
            <w:r w:rsidRPr="00DD728D">
              <w:rPr>
                <w:rFonts w:cstheme="minorHAnsi"/>
              </w:rPr>
              <w:t>Bezpieczeństwo w cyberprzestrzeni, w tym ochrona danych osobowych i prywatności</w:t>
            </w:r>
          </w:p>
        </w:tc>
        <w:sdt>
          <w:sdtPr>
            <w:rPr>
              <w:rFonts w:cstheme="minorHAnsi"/>
              <w:sz w:val="40"/>
              <w:szCs w:val="40"/>
            </w:rPr>
            <w:id w:val="-19623352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3C97A734" w14:textId="3287B21F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9216DC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DD728D" w14:paraId="615670C7" w14:textId="77777777" w:rsidTr="00CA3B11">
        <w:tc>
          <w:tcPr>
            <w:tcW w:w="6771" w:type="dxa"/>
          </w:tcPr>
          <w:p w14:paraId="311D3527" w14:textId="2742752D" w:rsidR="004178A5" w:rsidRPr="00DD728D" w:rsidRDefault="004178A5" w:rsidP="004178A5">
            <w:pPr>
              <w:rPr>
                <w:rFonts w:cstheme="minorHAnsi"/>
              </w:rPr>
            </w:pPr>
            <w:r w:rsidRPr="00DD728D">
              <w:rPr>
                <w:rFonts w:cstheme="minorHAnsi"/>
              </w:rPr>
              <w:t>Interwencja kryzysowa</w:t>
            </w:r>
          </w:p>
        </w:tc>
        <w:sdt>
          <w:sdtPr>
            <w:rPr>
              <w:rFonts w:cstheme="minorHAnsi"/>
              <w:sz w:val="40"/>
              <w:szCs w:val="40"/>
            </w:rPr>
            <w:id w:val="898786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488CEC6A" w14:textId="40C9E28D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9216DC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DD728D" w14:paraId="3C978270" w14:textId="77777777" w:rsidTr="00CA3B11">
        <w:tc>
          <w:tcPr>
            <w:tcW w:w="6771" w:type="dxa"/>
          </w:tcPr>
          <w:p w14:paraId="3AC2BABC" w14:textId="2DC20AE8" w:rsidR="004178A5" w:rsidRPr="00DD728D" w:rsidRDefault="004178A5" w:rsidP="004178A5">
            <w:pPr>
              <w:rPr>
                <w:rFonts w:cstheme="minorHAnsi"/>
              </w:rPr>
            </w:pPr>
            <w:r w:rsidRPr="00DD728D">
              <w:rPr>
                <w:rFonts w:cstheme="minorHAnsi"/>
              </w:rPr>
              <w:lastRenderedPageBreak/>
              <w:t>Moje dziecko jest wyjątkowe</w:t>
            </w:r>
            <w:r>
              <w:rPr>
                <w:rFonts w:cstheme="minorHAnsi"/>
              </w:rPr>
              <w:t xml:space="preserve"> </w:t>
            </w:r>
            <w:r w:rsidRPr="00DD728D">
              <w:rPr>
                <w:rFonts w:cstheme="minorHAnsi"/>
              </w:rPr>
              <w:t>- trening kompetencji rodzicielskich</w:t>
            </w:r>
          </w:p>
        </w:tc>
        <w:sdt>
          <w:sdtPr>
            <w:rPr>
              <w:rFonts w:cstheme="minorHAnsi"/>
              <w:sz w:val="40"/>
              <w:szCs w:val="40"/>
            </w:rPr>
            <w:id w:val="3973313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5B829B95" w14:textId="0D35E5C4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9216DC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DD728D" w14:paraId="22D36512" w14:textId="77777777" w:rsidTr="00CA3B11">
        <w:tc>
          <w:tcPr>
            <w:tcW w:w="6771" w:type="dxa"/>
          </w:tcPr>
          <w:p w14:paraId="252C3CA5" w14:textId="34FF6AB9" w:rsidR="004178A5" w:rsidRPr="00DD728D" w:rsidRDefault="004178A5" w:rsidP="004178A5">
            <w:pPr>
              <w:rPr>
                <w:rFonts w:cstheme="minorHAnsi"/>
              </w:rPr>
            </w:pPr>
            <w:r w:rsidRPr="00DD728D">
              <w:rPr>
                <w:rFonts w:cstheme="minorHAnsi"/>
              </w:rPr>
              <w:t>Mnemotechniki w edukacji</w:t>
            </w:r>
          </w:p>
        </w:tc>
        <w:sdt>
          <w:sdtPr>
            <w:rPr>
              <w:rFonts w:cstheme="minorHAnsi"/>
              <w:sz w:val="40"/>
              <w:szCs w:val="40"/>
            </w:rPr>
            <w:id w:val="1983658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2D1F3F7D" w14:textId="4FC64543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9216DC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DD728D" w14:paraId="31D9413A" w14:textId="77777777" w:rsidTr="00CA3B11">
        <w:tc>
          <w:tcPr>
            <w:tcW w:w="6771" w:type="dxa"/>
          </w:tcPr>
          <w:p w14:paraId="45597494" w14:textId="308B68E8" w:rsidR="004178A5" w:rsidRPr="00DD728D" w:rsidRDefault="004178A5" w:rsidP="004178A5">
            <w:pPr>
              <w:rPr>
                <w:rFonts w:cstheme="minorHAnsi"/>
              </w:rPr>
            </w:pPr>
            <w:r w:rsidRPr="00DD728D">
              <w:rPr>
                <w:rFonts w:cstheme="minorHAnsi"/>
              </w:rPr>
              <w:t>Terapia skoncentrowana na rozwiązaniach – kurs zaawansowany (</w:t>
            </w:r>
            <w:r>
              <w:rPr>
                <w:rFonts w:cstheme="minorHAnsi"/>
              </w:rPr>
              <w:t>TSRII</w:t>
            </w:r>
            <w:r w:rsidRPr="00DD728D">
              <w:rPr>
                <w:rFonts w:cstheme="minorHAnsi"/>
              </w:rPr>
              <w:t>)</w:t>
            </w:r>
          </w:p>
        </w:tc>
        <w:sdt>
          <w:sdtPr>
            <w:rPr>
              <w:rFonts w:cstheme="minorHAnsi"/>
              <w:sz w:val="40"/>
              <w:szCs w:val="40"/>
            </w:rPr>
            <w:id w:val="146254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13DA1EB8" w14:textId="6DB57164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9216DC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DD728D" w14:paraId="3F716B90" w14:textId="77777777" w:rsidTr="00CA3B11">
        <w:tc>
          <w:tcPr>
            <w:tcW w:w="6771" w:type="dxa"/>
          </w:tcPr>
          <w:p w14:paraId="453330DD" w14:textId="51CFF6C1" w:rsidR="004178A5" w:rsidRPr="00DD728D" w:rsidRDefault="004178A5" w:rsidP="004178A5">
            <w:pPr>
              <w:rPr>
                <w:rFonts w:cstheme="minorHAnsi"/>
              </w:rPr>
            </w:pPr>
            <w:r w:rsidRPr="00DD728D">
              <w:rPr>
                <w:rFonts w:cstheme="minorHAnsi"/>
              </w:rPr>
              <w:t xml:space="preserve">STS-01 Kurs z Egzaminem – Europejskie Szkolenie na Licencję Pilota </w:t>
            </w:r>
            <w:proofErr w:type="spellStart"/>
            <w:r w:rsidRPr="00DD728D">
              <w:rPr>
                <w:rFonts w:cstheme="minorHAnsi"/>
              </w:rPr>
              <w:t>Drona</w:t>
            </w:r>
            <w:proofErr w:type="spellEnd"/>
            <w:r w:rsidRPr="00DD728D">
              <w:rPr>
                <w:rFonts w:cstheme="minorHAnsi"/>
              </w:rPr>
              <w:t xml:space="preserve"> VLOS do 25kg</w:t>
            </w:r>
          </w:p>
        </w:tc>
        <w:sdt>
          <w:sdtPr>
            <w:rPr>
              <w:rFonts w:cstheme="minorHAnsi"/>
              <w:sz w:val="40"/>
              <w:szCs w:val="40"/>
            </w:rPr>
            <w:id w:val="-912850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57E67709" w14:textId="6F7AFE60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9216DC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0501F776" w14:textId="7E0F3803" w:rsidR="00247449" w:rsidRDefault="00247449" w:rsidP="00247449">
      <w:pPr>
        <w:rPr>
          <w:rFonts w:cstheme="minorHAnsi"/>
        </w:rPr>
      </w:pPr>
    </w:p>
    <w:p w14:paraId="6CBF4956" w14:textId="77777777" w:rsidR="00DD728D" w:rsidRDefault="00DD728D" w:rsidP="00247449">
      <w:pPr>
        <w:rPr>
          <w:rFonts w:cstheme="minorHAnsi"/>
        </w:rPr>
      </w:pPr>
    </w:p>
    <w:p w14:paraId="594A7D67" w14:textId="1B2E4C29" w:rsidR="00DD728D" w:rsidRDefault="00E5255D" w:rsidP="00E5255D">
      <w:pPr>
        <w:pStyle w:val="Akapitzlist"/>
        <w:numPr>
          <w:ilvl w:val="0"/>
          <w:numId w:val="1"/>
        </w:numPr>
        <w:rPr>
          <w:rStyle w:val="Odwoaniedelikatne"/>
        </w:rPr>
      </w:pPr>
      <w:r w:rsidRPr="00E5255D">
        <w:rPr>
          <w:rStyle w:val="Odwoaniedelikatne"/>
        </w:rPr>
        <w:t>Szkoła Podstawowa nr 3 im. Powstańców Wielkopolskich w Międzyrzeczu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71"/>
        <w:gridCol w:w="2291"/>
      </w:tblGrid>
      <w:tr w:rsidR="00E5255D" w:rsidRPr="00DD728D" w14:paraId="1E0A4C5B" w14:textId="77777777" w:rsidTr="00727734">
        <w:tc>
          <w:tcPr>
            <w:tcW w:w="6771" w:type="dxa"/>
          </w:tcPr>
          <w:p w14:paraId="66F98879" w14:textId="77777777" w:rsidR="00E5255D" w:rsidRPr="00DD728D" w:rsidRDefault="00E5255D" w:rsidP="00727734">
            <w:pPr>
              <w:jc w:val="center"/>
              <w:rPr>
                <w:rFonts w:cstheme="minorHAnsi"/>
                <w:b/>
              </w:rPr>
            </w:pPr>
            <w:r w:rsidRPr="00DD728D">
              <w:rPr>
                <w:rFonts w:cstheme="minorHAnsi"/>
                <w:b/>
              </w:rPr>
              <w:t>NAZWA KURSU/SZKOLENIA/WARSZTATÓW</w:t>
            </w:r>
          </w:p>
        </w:tc>
        <w:tc>
          <w:tcPr>
            <w:tcW w:w="2291" w:type="dxa"/>
          </w:tcPr>
          <w:p w14:paraId="0DF57EB3" w14:textId="4B9D054E" w:rsidR="00E5255D" w:rsidRPr="00DD728D" w:rsidRDefault="004178A5" w:rsidP="0072773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ZAZNACZ PREFEROWANĄ FORMĘ</w:t>
            </w:r>
          </w:p>
        </w:tc>
      </w:tr>
      <w:tr w:rsidR="004A119F" w:rsidRPr="004178A5" w14:paraId="0BDFE1B8" w14:textId="77777777" w:rsidTr="00727734">
        <w:tc>
          <w:tcPr>
            <w:tcW w:w="6771" w:type="dxa"/>
          </w:tcPr>
          <w:p w14:paraId="0C2002CC" w14:textId="6C062E9B" w:rsidR="004A119F" w:rsidRPr="004178A5" w:rsidRDefault="004A119F" w:rsidP="004A119F">
            <w:pPr>
              <w:rPr>
                <w:rFonts w:cstheme="minorHAnsi"/>
              </w:rPr>
            </w:pPr>
            <w:r w:rsidRPr="004178A5">
              <w:rPr>
                <w:rFonts w:cstheme="minorHAnsi"/>
              </w:rPr>
              <w:t>Szkolenie Trenera TUS (Trening Umiejętności Społecznych) – I</w:t>
            </w:r>
            <w:r>
              <w:rPr>
                <w:rFonts w:cstheme="minorHAnsi"/>
              </w:rPr>
              <w:t xml:space="preserve"> </w:t>
            </w:r>
            <w:r w:rsidRPr="004178A5">
              <w:rPr>
                <w:rFonts w:cstheme="minorHAnsi"/>
              </w:rPr>
              <w:t>stopień</w:t>
            </w:r>
          </w:p>
        </w:tc>
        <w:sdt>
          <w:sdtPr>
            <w:rPr>
              <w:rFonts w:cstheme="minorHAnsi"/>
              <w:sz w:val="40"/>
              <w:szCs w:val="40"/>
            </w:rPr>
            <w:id w:val="2062977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291" w:type="dxa"/>
              </w:tcPr>
              <w:p w14:paraId="43180761" w14:textId="23BD4014" w:rsidR="004A119F" w:rsidRPr="004178A5" w:rsidRDefault="004A119F" w:rsidP="004A119F">
                <w:pPr>
                  <w:jc w:val="center"/>
                  <w:rPr>
                    <w:rFonts w:cstheme="minorHAnsi"/>
                  </w:rPr>
                </w:pPr>
                <w:r w:rsidRPr="00497336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A119F" w:rsidRPr="004178A5" w14:paraId="46C9FE05" w14:textId="77777777" w:rsidTr="00727734">
        <w:tc>
          <w:tcPr>
            <w:tcW w:w="6771" w:type="dxa"/>
          </w:tcPr>
          <w:p w14:paraId="1CD891FF" w14:textId="0D544E88" w:rsidR="004A119F" w:rsidRPr="004178A5" w:rsidRDefault="004A119F" w:rsidP="004A119F">
            <w:pPr>
              <w:rPr>
                <w:rFonts w:cstheme="minorHAnsi"/>
              </w:rPr>
            </w:pPr>
            <w:r w:rsidRPr="004178A5">
              <w:rPr>
                <w:rFonts w:cstheme="minorHAnsi"/>
              </w:rPr>
              <w:t xml:space="preserve">Szkolenie Trenera TUS (Trening Umiejętności Społecznych) – </w:t>
            </w:r>
            <w:r>
              <w:rPr>
                <w:rFonts w:cstheme="minorHAnsi"/>
              </w:rPr>
              <w:t>II</w:t>
            </w:r>
            <w:r w:rsidRPr="004178A5">
              <w:rPr>
                <w:rFonts w:cstheme="minorHAnsi"/>
              </w:rPr>
              <w:t xml:space="preserve"> stopień</w:t>
            </w:r>
          </w:p>
        </w:tc>
        <w:sdt>
          <w:sdtPr>
            <w:rPr>
              <w:rFonts w:cstheme="minorHAnsi"/>
              <w:sz w:val="40"/>
              <w:szCs w:val="40"/>
            </w:rPr>
            <w:id w:val="-1836913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291" w:type="dxa"/>
              </w:tcPr>
              <w:p w14:paraId="3B65ADD1" w14:textId="3638D621" w:rsidR="004A119F" w:rsidRPr="004178A5" w:rsidRDefault="004A119F" w:rsidP="004A119F">
                <w:pPr>
                  <w:jc w:val="center"/>
                  <w:rPr>
                    <w:rFonts w:cstheme="minorHAnsi"/>
                  </w:rPr>
                </w:pPr>
                <w:r w:rsidRPr="00497336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6CF2392B" w14:textId="77777777" w:rsidR="00E5255D" w:rsidRPr="004178A5" w:rsidRDefault="00E5255D" w:rsidP="00E5255D">
      <w:pPr>
        <w:rPr>
          <w:rStyle w:val="Odwoaniedelikatne"/>
        </w:rPr>
      </w:pPr>
    </w:p>
    <w:p w14:paraId="5CC1CA79" w14:textId="2D8A6F2B" w:rsidR="00DB40C8" w:rsidRDefault="00DB40C8" w:rsidP="00DB40C8">
      <w:pPr>
        <w:pStyle w:val="Akapitzlist"/>
        <w:numPr>
          <w:ilvl w:val="0"/>
          <w:numId w:val="1"/>
        </w:numPr>
        <w:rPr>
          <w:rStyle w:val="Odwoaniedelikatne"/>
        </w:rPr>
      </w:pPr>
      <w:r w:rsidRPr="00DB40C8">
        <w:rPr>
          <w:rStyle w:val="Odwoaniedelikatne"/>
        </w:rPr>
        <w:t>Szkoła Podstawowa nr 4 w Międzyrzeczu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71"/>
        <w:gridCol w:w="2291"/>
      </w:tblGrid>
      <w:tr w:rsidR="00DB40C8" w:rsidRPr="00DD728D" w14:paraId="4A0A004E" w14:textId="77777777" w:rsidTr="00727734">
        <w:tc>
          <w:tcPr>
            <w:tcW w:w="6771" w:type="dxa"/>
          </w:tcPr>
          <w:p w14:paraId="4B832B0B" w14:textId="77777777" w:rsidR="00DB40C8" w:rsidRPr="00DD728D" w:rsidRDefault="00DB40C8" w:rsidP="00727734">
            <w:pPr>
              <w:jc w:val="center"/>
              <w:rPr>
                <w:rFonts w:cstheme="minorHAnsi"/>
                <w:b/>
              </w:rPr>
            </w:pPr>
            <w:r w:rsidRPr="00DD728D">
              <w:rPr>
                <w:rFonts w:cstheme="minorHAnsi"/>
                <w:b/>
              </w:rPr>
              <w:t>NAZWA KURSU/SZKOLENIA/WARSZTATÓW</w:t>
            </w:r>
          </w:p>
        </w:tc>
        <w:tc>
          <w:tcPr>
            <w:tcW w:w="2291" w:type="dxa"/>
          </w:tcPr>
          <w:p w14:paraId="02171194" w14:textId="088ABAF5" w:rsidR="00DB40C8" w:rsidRPr="00DD728D" w:rsidRDefault="004178A5" w:rsidP="0072773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ZAZNACZ PREFEROWANĄ FORMĘ</w:t>
            </w:r>
          </w:p>
        </w:tc>
      </w:tr>
      <w:tr w:rsidR="00DB40C8" w:rsidRPr="00DD728D" w14:paraId="669A258B" w14:textId="77777777" w:rsidTr="00727734">
        <w:tc>
          <w:tcPr>
            <w:tcW w:w="6771" w:type="dxa"/>
          </w:tcPr>
          <w:p w14:paraId="7CBA8A40" w14:textId="0BF77B52" w:rsidR="00DB40C8" w:rsidRPr="00DD728D" w:rsidRDefault="001D5B5B" w:rsidP="00727734">
            <w:pPr>
              <w:rPr>
                <w:rFonts w:cstheme="minorHAnsi"/>
              </w:rPr>
            </w:pPr>
            <w:r>
              <w:rPr>
                <w:rFonts w:cstheme="minorHAnsi"/>
              </w:rPr>
              <w:t>Kodowanie na dywanie (kurs podstawowy i kontynuacja)</w:t>
            </w:r>
          </w:p>
        </w:tc>
        <w:sdt>
          <w:sdtPr>
            <w:rPr>
              <w:rFonts w:cstheme="minorHAnsi"/>
              <w:sz w:val="40"/>
              <w:szCs w:val="40"/>
            </w:rPr>
            <w:id w:val="175932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1B56A8E5" w14:textId="58EB0B98" w:rsidR="00DB40C8" w:rsidRPr="00DD728D" w:rsidRDefault="004178A5" w:rsidP="00727734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4FA7230C" w14:textId="77777777" w:rsidR="00DB40C8" w:rsidRDefault="00DB40C8" w:rsidP="00DB40C8">
      <w:pPr>
        <w:rPr>
          <w:rStyle w:val="Odwoaniedelikatne"/>
        </w:rPr>
      </w:pPr>
    </w:p>
    <w:p w14:paraId="0C42975A" w14:textId="77777777" w:rsidR="00F07EDC" w:rsidRDefault="00F07EDC" w:rsidP="00DB40C8">
      <w:pPr>
        <w:rPr>
          <w:rStyle w:val="Odwoaniedelikatne"/>
        </w:rPr>
      </w:pPr>
    </w:p>
    <w:p w14:paraId="4C4068B6" w14:textId="77777777" w:rsidR="00F07EDC" w:rsidRDefault="00F07EDC" w:rsidP="00DB40C8">
      <w:pPr>
        <w:rPr>
          <w:rStyle w:val="Odwoaniedelikatne"/>
        </w:rPr>
      </w:pPr>
    </w:p>
    <w:p w14:paraId="73591569" w14:textId="77777777" w:rsidR="00F07EDC" w:rsidRDefault="00F07EDC" w:rsidP="00DB40C8">
      <w:pPr>
        <w:rPr>
          <w:rStyle w:val="Odwoaniedelikatne"/>
        </w:rPr>
      </w:pPr>
    </w:p>
    <w:p w14:paraId="380A7AE9" w14:textId="77777777" w:rsidR="00F07EDC" w:rsidRDefault="00F07EDC" w:rsidP="00DB40C8">
      <w:pPr>
        <w:rPr>
          <w:rStyle w:val="Odwoaniedelikatne"/>
        </w:rPr>
      </w:pPr>
    </w:p>
    <w:p w14:paraId="510930D1" w14:textId="77777777" w:rsidR="00F07EDC" w:rsidRDefault="00F07EDC" w:rsidP="00DB40C8">
      <w:pPr>
        <w:rPr>
          <w:rStyle w:val="Odwoaniedelikatne"/>
        </w:rPr>
      </w:pPr>
    </w:p>
    <w:p w14:paraId="44CDB6E1" w14:textId="77777777" w:rsidR="00F07EDC" w:rsidRDefault="00F07EDC" w:rsidP="00DB40C8">
      <w:pPr>
        <w:rPr>
          <w:rStyle w:val="Odwoaniedelikatne"/>
        </w:rPr>
      </w:pPr>
    </w:p>
    <w:p w14:paraId="1316B6B5" w14:textId="77777777" w:rsidR="00F07EDC" w:rsidRDefault="00F07EDC" w:rsidP="00DB40C8">
      <w:pPr>
        <w:rPr>
          <w:rStyle w:val="Odwoaniedelikatne"/>
        </w:rPr>
      </w:pPr>
    </w:p>
    <w:p w14:paraId="7FF376D3" w14:textId="57EEB160" w:rsidR="00DB40C8" w:rsidRDefault="00DB40C8" w:rsidP="00DB40C8">
      <w:pPr>
        <w:pStyle w:val="Akapitzlist"/>
        <w:numPr>
          <w:ilvl w:val="0"/>
          <w:numId w:val="1"/>
        </w:numPr>
        <w:rPr>
          <w:rStyle w:val="Odwoaniedelikatne"/>
        </w:rPr>
      </w:pPr>
      <w:r w:rsidRPr="00DB40C8">
        <w:rPr>
          <w:rStyle w:val="Odwoaniedelikatne"/>
        </w:rPr>
        <w:lastRenderedPageBreak/>
        <w:t>Szkoła Podstawowa nr 6 im. Adama Mickiewicza w Międzyrzeczu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71"/>
        <w:gridCol w:w="2291"/>
      </w:tblGrid>
      <w:tr w:rsidR="00DB40C8" w:rsidRPr="00DD728D" w14:paraId="47AB10A2" w14:textId="77777777" w:rsidTr="00727734">
        <w:tc>
          <w:tcPr>
            <w:tcW w:w="6771" w:type="dxa"/>
          </w:tcPr>
          <w:p w14:paraId="6C487DA2" w14:textId="77777777" w:rsidR="00DB40C8" w:rsidRPr="00DD728D" w:rsidRDefault="00DB40C8" w:rsidP="00727734">
            <w:pPr>
              <w:jc w:val="center"/>
              <w:rPr>
                <w:rFonts w:cstheme="minorHAnsi"/>
                <w:b/>
              </w:rPr>
            </w:pPr>
            <w:r w:rsidRPr="00DD728D">
              <w:rPr>
                <w:rFonts w:cstheme="minorHAnsi"/>
                <w:b/>
              </w:rPr>
              <w:t>NAZWA KURSU/SZKOLENIA/WARSZTATÓW</w:t>
            </w:r>
          </w:p>
        </w:tc>
        <w:tc>
          <w:tcPr>
            <w:tcW w:w="2291" w:type="dxa"/>
          </w:tcPr>
          <w:p w14:paraId="340890E2" w14:textId="06BD7F22" w:rsidR="00DB40C8" w:rsidRPr="00DD728D" w:rsidRDefault="004178A5" w:rsidP="0072773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ZAZNACZ PREFEROWANĄ FORMĘ</w:t>
            </w:r>
          </w:p>
        </w:tc>
      </w:tr>
      <w:tr w:rsidR="004178A5" w:rsidRPr="00DD728D" w14:paraId="30F002D4" w14:textId="77777777" w:rsidTr="00727734">
        <w:tc>
          <w:tcPr>
            <w:tcW w:w="6771" w:type="dxa"/>
          </w:tcPr>
          <w:p w14:paraId="08A9EB39" w14:textId="6A20BAC4" w:rsidR="004178A5" w:rsidRPr="00DD728D" w:rsidRDefault="004178A5" w:rsidP="004178A5">
            <w:pPr>
              <w:rPr>
                <w:rFonts w:cstheme="minorHAnsi"/>
              </w:rPr>
            </w:pPr>
            <w:r w:rsidRPr="004178A5">
              <w:rPr>
                <w:rFonts w:cstheme="minorHAnsi"/>
              </w:rPr>
              <w:t>EEG-</w:t>
            </w:r>
            <w:proofErr w:type="spellStart"/>
            <w:r w:rsidRPr="004178A5">
              <w:rPr>
                <w:rFonts w:cstheme="minorHAnsi"/>
              </w:rPr>
              <w:t>Biofeedback</w:t>
            </w:r>
            <w:proofErr w:type="spellEnd"/>
            <w:r w:rsidRPr="004178A5">
              <w:rPr>
                <w:rFonts w:cstheme="minorHAnsi"/>
              </w:rPr>
              <w:t xml:space="preserve"> I stopnia</w:t>
            </w:r>
          </w:p>
        </w:tc>
        <w:sdt>
          <w:sdtPr>
            <w:rPr>
              <w:rFonts w:cstheme="minorHAnsi"/>
              <w:sz w:val="40"/>
              <w:szCs w:val="40"/>
            </w:rPr>
            <w:id w:val="-1677033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79B1B169" w14:textId="0298AC94" w:rsidR="004178A5" w:rsidRPr="00DD728D" w:rsidRDefault="004178A5" w:rsidP="004178A5">
                <w:pPr>
                  <w:jc w:val="center"/>
                  <w:rPr>
                    <w:rFonts w:cstheme="minorHAnsi"/>
                  </w:rPr>
                </w:pPr>
                <w:r w:rsidRPr="00E66278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4178A5" w14:paraId="6EE0DA65" w14:textId="77777777" w:rsidTr="00727734">
        <w:tc>
          <w:tcPr>
            <w:tcW w:w="6771" w:type="dxa"/>
          </w:tcPr>
          <w:p w14:paraId="2738E68E" w14:textId="19ACAEFF" w:rsidR="004178A5" w:rsidRPr="004178A5" w:rsidRDefault="004178A5" w:rsidP="004178A5">
            <w:pPr>
              <w:rPr>
                <w:rFonts w:cstheme="minorHAnsi"/>
                <w:lang w:val="en-US"/>
              </w:rPr>
            </w:pPr>
            <w:r w:rsidRPr="004178A5">
              <w:rPr>
                <w:rFonts w:cstheme="minorHAnsi"/>
                <w:lang w:val="en-US"/>
              </w:rPr>
              <w:t xml:space="preserve">HEG Biofeedback w </w:t>
            </w:r>
            <w:proofErr w:type="spellStart"/>
            <w:r w:rsidRPr="004178A5">
              <w:rPr>
                <w:rFonts w:cstheme="minorHAnsi"/>
                <w:lang w:val="en-US"/>
              </w:rPr>
              <w:t>terapii</w:t>
            </w:r>
            <w:proofErr w:type="spellEnd"/>
            <w:r w:rsidRPr="004178A5">
              <w:rPr>
                <w:rFonts w:cstheme="minorHAnsi"/>
                <w:lang w:val="en-US"/>
              </w:rPr>
              <w:t xml:space="preserve"> ADHD, ADD online</w:t>
            </w:r>
          </w:p>
        </w:tc>
        <w:sdt>
          <w:sdtPr>
            <w:rPr>
              <w:rFonts w:cstheme="minorHAnsi"/>
              <w:sz w:val="40"/>
              <w:szCs w:val="40"/>
            </w:rPr>
            <w:id w:val="720793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4CF1AF59" w14:textId="1007EB94" w:rsidR="004178A5" w:rsidRPr="004178A5" w:rsidRDefault="004178A5" w:rsidP="004178A5">
                <w:pPr>
                  <w:jc w:val="center"/>
                  <w:rPr>
                    <w:rFonts w:cstheme="minorHAnsi"/>
                    <w:lang w:val="en-US"/>
                  </w:rPr>
                </w:pPr>
                <w:r w:rsidRPr="00E66278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4178A5" w:rsidRPr="004178A5" w14:paraId="09BA4ACB" w14:textId="77777777" w:rsidTr="00727734">
        <w:tc>
          <w:tcPr>
            <w:tcW w:w="6771" w:type="dxa"/>
          </w:tcPr>
          <w:p w14:paraId="0F355FC8" w14:textId="1394D797" w:rsidR="004178A5" w:rsidRPr="004178A5" w:rsidRDefault="004178A5" w:rsidP="004178A5">
            <w:pPr>
              <w:rPr>
                <w:rFonts w:cstheme="minorHAnsi"/>
                <w:lang w:val="en-US"/>
              </w:rPr>
            </w:pPr>
            <w:r w:rsidRPr="004178A5">
              <w:rPr>
                <w:rFonts w:cstheme="minorHAnsi"/>
                <w:lang w:val="en-US"/>
              </w:rPr>
              <w:t xml:space="preserve">Praca </w:t>
            </w:r>
            <w:proofErr w:type="spellStart"/>
            <w:r w:rsidRPr="004178A5">
              <w:rPr>
                <w:rFonts w:cstheme="minorHAnsi"/>
                <w:lang w:val="en-US"/>
              </w:rPr>
              <w:t>metodą</w:t>
            </w:r>
            <w:proofErr w:type="spellEnd"/>
            <w:r w:rsidRPr="004178A5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4178A5">
              <w:rPr>
                <w:rFonts w:cstheme="minorHAnsi"/>
                <w:lang w:val="en-US"/>
              </w:rPr>
              <w:t>eksperymentu</w:t>
            </w:r>
            <w:proofErr w:type="spellEnd"/>
          </w:p>
        </w:tc>
        <w:sdt>
          <w:sdtPr>
            <w:rPr>
              <w:rFonts w:cstheme="minorHAnsi"/>
              <w:sz w:val="40"/>
              <w:szCs w:val="40"/>
            </w:rPr>
            <w:id w:val="9024836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0DA839B3" w14:textId="1D8337EE" w:rsidR="004178A5" w:rsidRPr="004178A5" w:rsidRDefault="004178A5" w:rsidP="004178A5">
                <w:pPr>
                  <w:jc w:val="center"/>
                  <w:rPr>
                    <w:rFonts w:cstheme="minorHAnsi"/>
                    <w:lang w:val="en-US"/>
                  </w:rPr>
                </w:pPr>
                <w:r w:rsidRPr="00E66278"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6574BE89" w14:textId="77777777" w:rsidR="001B37FF" w:rsidRDefault="001B37FF" w:rsidP="001B37FF">
      <w:pPr>
        <w:rPr>
          <w:rStyle w:val="Odwoaniedelikatne"/>
        </w:rPr>
      </w:pPr>
    </w:p>
    <w:p w14:paraId="1DFA01B2" w14:textId="0A913EB3" w:rsidR="001B37FF" w:rsidRDefault="001B37FF" w:rsidP="001B37FF">
      <w:pPr>
        <w:pStyle w:val="Akapitzlist"/>
        <w:numPr>
          <w:ilvl w:val="0"/>
          <w:numId w:val="1"/>
        </w:numPr>
        <w:rPr>
          <w:rStyle w:val="Odwoaniedelikatne"/>
        </w:rPr>
      </w:pPr>
      <w:r w:rsidRPr="001B37FF">
        <w:rPr>
          <w:rStyle w:val="Odwoaniedelikatne"/>
        </w:rPr>
        <w:t>Szkoła Podstawowa w Kaławie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71"/>
        <w:gridCol w:w="2291"/>
      </w:tblGrid>
      <w:tr w:rsidR="001B37FF" w:rsidRPr="00DD728D" w14:paraId="70468478" w14:textId="77777777" w:rsidTr="00727734">
        <w:tc>
          <w:tcPr>
            <w:tcW w:w="6771" w:type="dxa"/>
          </w:tcPr>
          <w:p w14:paraId="6261AD1D" w14:textId="77777777" w:rsidR="001B37FF" w:rsidRPr="00DD728D" w:rsidRDefault="001B37FF" w:rsidP="00727734">
            <w:pPr>
              <w:jc w:val="center"/>
              <w:rPr>
                <w:rFonts w:cstheme="minorHAnsi"/>
                <w:b/>
              </w:rPr>
            </w:pPr>
            <w:r w:rsidRPr="00DD728D">
              <w:rPr>
                <w:rFonts w:cstheme="minorHAnsi"/>
                <w:b/>
              </w:rPr>
              <w:t>NAZWA KURSU/SZKOLENIA/WARSZTATÓW</w:t>
            </w:r>
          </w:p>
        </w:tc>
        <w:tc>
          <w:tcPr>
            <w:tcW w:w="2291" w:type="dxa"/>
          </w:tcPr>
          <w:p w14:paraId="583B26A6" w14:textId="265EBE0D" w:rsidR="001B37FF" w:rsidRPr="00DD728D" w:rsidRDefault="004178A5" w:rsidP="0072773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ZAZNACZ PREFEROWANĄ FORMĘ</w:t>
            </w:r>
          </w:p>
        </w:tc>
      </w:tr>
      <w:tr w:rsidR="001B37FF" w:rsidRPr="00DD728D" w14:paraId="72D15241" w14:textId="77777777" w:rsidTr="00727734">
        <w:tc>
          <w:tcPr>
            <w:tcW w:w="6771" w:type="dxa"/>
          </w:tcPr>
          <w:p w14:paraId="5C54EB73" w14:textId="5869A7E3" w:rsidR="001B37FF" w:rsidRPr="00DD728D" w:rsidRDefault="004178A5" w:rsidP="00727734">
            <w:pPr>
              <w:rPr>
                <w:rFonts w:cstheme="minorHAnsi"/>
              </w:rPr>
            </w:pPr>
            <w:r w:rsidRPr="004178A5">
              <w:rPr>
                <w:rFonts w:cstheme="minorHAnsi"/>
              </w:rPr>
              <w:t xml:space="preserve">Terapia Metodą </w:t>
            </w:r>
            <w:proofErr w:type="spellStart"/>
            <w:r w:rsidRPr="004178A5">
              <w:rPr>
                <w:rFonts w:cstheme="minorHAnsi"/>
              </w:rPr>
              <w:t>Warnkego</w:t>
            </w:r>
            <w:proofErr w:type="spellEnd"/>
          </w:p>
        </w:tc>
        <w:sdt>
          <w:sdtPr>
            <w:rPr>
              <w:rFonts w:cstheme="minorHAnsi"/>
              <w:sz w:val="40"/>
              <w:szCs w:val="40"/>
            </w:rPr>
            <w:id w:val="595684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1" w:type="dxa"/>
              </w:tcPr>
              <w:p w14:paraId="40D97E5B" w14:textId="7B9D89DB" w:rsidR="001B37FF" w:rsidRPr="00DD728D" w:rsidRDefault="004178A5" w:rsidP="00727734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00AA0D19" w14:textId="77777777" w:rsidR="001B37FF" w:rsidRPr="001B37FF" w:rsidRDefault="001B37FF" w:rsidP="001B37FF">
      <w:pPr>
        <w:rPr>
          <w:rStyle w:val="Odwoaniedelikatne"/>
        </w:rPr>
      </w:pPr>
    </w:p>
    <w:sectPr w:rsidR="001B37FF" w:rsidRPr="001B37FF" w:rsidSect="009214B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68AB2" w14:textId="77777777" w:rsidR="008E6B00" w:rsidRDefault="008E6B00" w:rsidP="001E48D8">
      <w:pPr>
        <w:spacing w:after="0" w:line="240" w:lineRule="auto"/>
      </w:pPr>
      <w:r>
        <w:separator/>
      </w:r>
    </w:p>
  </w:endnote>
  <w:endnote w:type="continuationSeparator" w:id="0">
    <w:p w14:paraId="5827C4F3" w14:textId="77777777" w:rsidR="008E6B00" w:rsidRDefault="008E6B00" w:rsidP="001E4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2B667" w14:textId="77777777" w:rsidR="001E48D8" w:rsidRDefault="00935821" w:rsidP="001E48D8">
    <w:pPr>
      <w:pStyle w:val="Stopka"/>
    </w:pPr>
    <w:r>
      <w:rPr>
        <w:noProof/>
        <w:lang w:eastAsia="pl-PL"/>
      </w:rPr>
      <w:drawing>
        <wp:inline distT="0" distB="0" distL="0" distR="0" wp14:anchorId="730C3924" wp14:editId="36F91D34">
          <wp:extent cx="5760720" cy="582074"/>
          <wp:effectExtent l="0" t="0" r="0" b="8890"/>
          <wp:docPr id="38742135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421357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40D61" w14:textId="77777777" w:rsidR="008E6B00" w:rsidRDefault="008E6B00" w:rsidP="001E48D8">
      <w:pPr>
        <w:spacing w:after="0" w:line="240" w:lineRule="auto"/>
      </w:pPr>
      <w:r>
        <w:separator/>
      </w:r>
    </w:p>
  </w:footnote>
  <w:footnote w:type="continuationSeparator" w:id="0">
    <w:p w14:paraId="64DEA2A4" w14:textId="77777777" w:rsidR="008E6B00" w:rsidRDefault="008E6B00" w:rsidP="001E4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8715E" w14:textId="77777777" w:rsidR="001E48D8" w:rsidRDefault="00935821" w:rsidP="001E48D8">
    <w:pPr>
      <w:pStyle w:val="Nagwek"/>
      <w:ind w:left="-567"/>
    </w:pPr>
    <w:r>
      <w:rPr>
        <w:noProof/>
      </w:rPr>
      <w:drawing>
        <wp:inline distT="0" distB="0" distL="0" distR="0" wp14:anchorId="793F5A58" wp14:editId="0E79D5D0">
          <wp:extent cx="6162853" cy="664162"/>
          <wp:effectExtent l="0" t="0" r="0" b="3175"/>
          <wp:docPr id="7524671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218" cy="665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D85A59"/>
    <w:multiLevelType w:val="hybridMultilevel"/>
    <w:tmpl w:val="05085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29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B00"/>
    <w:rsid w:val="00131344"/>
    <w:rsid w:val="0013595F"/>
    <w:rsid w:val="001B37FF"/>
    <w:rsid w:val="001D2327"/>
    <w:rsid w:val="001D5B5B"/>
    <w:rsid w:val="001E48D8"/>
    <w:rsid w:val="00247449"/>
    <w:rsid w:val="003B0E08"/>
    <w:rsid w:val="004178A5"/>
    <w:rsid w:val="00465565"/>
    <w:rsid w:val="00477F84"/>
    <w:rsid w:val="004A119F"/>
    <w:rsid w:val="004A239E"/>
    <w:rsid w:val="004B0765"/>
    <w:rsid w:val="004C53B8"/>
    <w:rsid w:val="006D4FBC"/>
    <w:rsid w:val="0075189E"/>
    <w:rsid w:val="00756127"/>
    <w:rsid w:val="00836AC0"/>
    <w:rsid w:val="00871D90"/>
    <w:rsid w:val="00872C1C"/>
    <w:rsid w:val="008E6B00"/>
    <w:rsid w:val="009214B2"/>
    <w:rsid w:val="00935821"/>
    <w:rsid w:val="009B58FC"/>
    <w:rsid w:val="00A75FAD"/>
    <w:rsid w:val="00DB40C8"/>
    <w:rsid w:val="00DD728D"/>
    <w:rsid w:val="00E5255D"/>
    <w:rsid w:val="00EC0743"/>
    <w:rsid w:val="00F0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4938E2"/>
  <w15:chartTrackingRefBased/>
  <w15:docId w15:val="{40FD82FF-3CBA-429C-AE65-CBB4564C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7FF"/>
    <w:pPr>
      <w:spacing w:after="160" w:line="259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8D8"/>
    <w:pPr>
      <w:keepNext/>
      <w:keepLines/>
      <w:spacing w:before="360" w:after="8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E48D8"/>
    <w:pPr>
      <w:keepNext/>
      <w:keepLines/>
      <w:spacing w:before="160" w:after="8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48D8"/>
    <w:pPr>
      <w:keepNext/>
      <w:keepLines/>
      <w:spacing w:before="160" w:after="80" w:line="276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48D8"/>
    <w:pPr>
      <w:keepNext/>
      <w:keepLines/>
      <w:spacing w:before="80" w:after="40" w:line="276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48D8"/>
    <w:pPr>
      <w:keepNext/>
      <w:keepLines/>
      <w:spacing w:before="80" w:after="40" w:line="276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48D8"/>
    <w:pPr>
      <w:keepNext/>
      <w:keepLines/>
      <w:spacing w:before="40" w:after="0" w:line="276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48D8"/>
    <w:pPr>
      <w:keepNext/>
      <w:keepLines/>
      <w:spacing w:before="40" w:after="0" w:line="276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48D8"/>
    <w:pPr>
      <w:keepNext/>
      <w:keepLines/>
      <w:spacing w:after="0" w:line="276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48D8"/>
    <w:pPr>
      <w:keepNext/>
      <w:keepLines/>
      <w:spacing w:after="0" w:line="276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48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E48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48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48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48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48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48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48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48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48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E48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48D8"/>
    <w:pPr>
      <w:numPr>
        <w:ilvl w:val="1"/>
      </w:numPr>
      <w:spacing w:line="276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E48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48D8"/>
    <w:pPr>
      <w:spacing w:before="160" w:line="276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E48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48D8"/>
    <w:pPr>
      <w:spacing w:after="200" w:line="276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E48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48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6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48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48D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1E48D8"/>
  </w:style>
  <w:style w:type="paragraph" w:styleId="Stopka">
    <w:name w:val="footer"/>
    <w:basedOn w:val="Normalny"/>
    <w:link w:val="Stopka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1E48D8"/>
  </w:style>
  <w:style w:type="table" w:styleId="Tabela-Siatka">
    <w:name w:val="Table Grid"/>
    <w:basedOn w:val="Standardowy"/>
    <w:uiPriority w:val="39"/>
    <w:rsid w:val="0013134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elikatne">
    <w:name w:val="Subtle Reference"/>
    <w:basedOn w:val="Domylnaczcionkaakapitu"/>
    <w:uiPriority w:val="31"/>
    <w:qFormat/>
    <w:rsid w:val="00DD728D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obolewski\Documents\Niestandardowe%20szablony%20pakietu%20Office\szablon_papier_MOF_MCZ_MON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CD6B2-C1E6-4A13-8518-C11E44AB9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szablon_papier_MOF_MCZ_MONO</Template>
  <TotalTime>12</TotalTime>
  <Pages>3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dsobolewski</dc:creator>
  <cp:keywords/>
  <dc:description/>
  <cp:lastModifiedBy>Daniel Sobolewski</cp:lastModifiedBy>
  <cp:revision>3</cp:revision>
  <cp:lastPrinted>2025-10-06T10:09:00Z</cp:lastPrinted>
  <dcterms:created xsi:type="dcterms:W3CDTF">2025-10-23T10:47:00Z</dcterms:created>
  <dcterms:modified xsi:type="dcterms:W3CDTF">2025-10-23T11:19:00Z</dcterms:modified>
</cp:coreProperties>
</file>